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2719E409"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8066AC">
        <w:rPr>
          <w:b/>
          <w:lang w:val="en-GB"/>
        </w:rPr>
        <w:t xml:space="preserve"> 26-G001-25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8A48F" w14:textId="77777777" w:rsidR="0009153F" w:rsidRDefault="0009153F">
      <w:r>
        <w:separator/>
      </w:r>
    </w:p>
  </w:endnote>
  <w:endnote w:type="continuationSeparator" w:id="0">
    <w:p w14:paraId="5E847762" w14:textId="77777777" w:rsidR="0009153F" w:rsidRDefault="0009153F">
      <w:r>
        <w:continuationSeparator/>
      </w:r>
    </w:p>
  </w:endnote>
  <w:endnote w:type="continuationNotice" w:id="1">
    <w:p w14:paraId="57845B60" w14:textId="77777777" w:rsidR="0009153F" w:rsidRDefault="000915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8076BEB" w:rsidR="00133D55" w:rsidRDefault="00133D55" w:rsidP="004878F3">
    <w:pPr>
      <w:pStyle w:val="Footer"/>
    </w:pPr>
    <w:r>
      <w:fldChar w:fldCharType="begin"/>
    </w:r>
    <w:r>
      <w:instrText xml:space="preserve"> DATE \@ "yyyy-MM-dd" </w:instrText>
    </w:r>
    <w:r>
      <w:fldChar w:fldCharType="separate"/>
    </w:r>
    <w:r w:rsidR="008066AC">
      <w:rPr>
        <w:noProof/>
      </w:rPr>
      <w:t>2025-11-05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4E991" w14:textId="77777777" w:rsidR="0009153F" w:rsidRDefault="0009153F">
      <w:r>
        <w:separator/>
      </w:r>
    </w:p>
  </w:footnote>
  <w:footnote w:type="continuationSeparator" w:id="0">
    <w:p w14:paraId="42DCDFB2" w14:textId="77777777" w:rsidR="0009153F" w:rsidRDefault="0009153F">
      <w:r>
        <w:continuationSeparator/>
      </w:r>
    </w:p>
  </w:footnote>
  <w:footnote w:type="continuationNotice" w:id="1">
    <w:p w14:paraId="4865206A" w14:textId="77777777" w:rsidR="0009153F" w:rsidRDefault="0009153F"/>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53F"/>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66AC"/>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61D"/>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2025-11-04T22:55:00Z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